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E1559" w14:textId="77777777" w:rsidR="008C50E7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7585FA61" w14:textId="77777777" w:rsidR="00A57441" w:rsidRPr="00E35775" w:rsidRDefault="003032CE" w:rsidP="000C3445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  <w:szCs w:val="32"/>
        </w:rPr>
      </w:pPr>
      <w:r w:rsidRPr="00E35775">
        <w:rPr>
          <w:rFonts w:ascii="Arial" w:hAnsi="Arial" w:cs="Arial"/>
          <w:bCs/>
          <w:sz w:val="32"/>
          <w:szCs w:val="32"/>
        </w:rPr>
        <w:t>DIMENSIONING</w:t>
      </w:r>
      <w:r w:rsidR="00A57441" w:rsidRPr="00E35775">
        <w:rPr>
          <w:rFonts w:ascii="Arial" w:hAnsi="Arial" w:cs="Arial"/>
          <w:bCs/>
          <w:sz w:val="32"/>
          <w:szCs w:val="32"/>
        </w:rPr>
        <w:t xml:space="preserve"> </w:t>
      </w:r>
      <w:r w:rsidR="00EF7D3B" w:rsidRPr="00E35775">
        <w:rPr>
          <w:rFonts w:ascii="Arial" w:hAnsi="Arial" w:cs="Arial"/>
          <w:bCs/>
          <w:sz w:val="32"/>
          <w:szCs w:val="32"/>
        </w:rPr>
        <w:t>CONDENSER</w:t>
      </w: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2410"/>
        <w:gridCol w:w="533"/>
        <w:gridCol w:w="2586"/>
        <w:gridCol w:w="283"/>
        <w:gridCol w:w="1418"/>
        <w:gridCol w:w="816"/>
        <w:gridCol w:w="601"/>
        <w:gridCol w:w="6521"/>
      </w:tblGrid>
      <w:tr w:rsidR="00E644FA" w:rsidRPr="00913C5C" w14:paraId="72A53086" w14:textId="77777777" w:rsidTr="00E528C5">
        <w:tc>
          <w:tcPr>
            <w:tcW w:w="2410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FE34F9A" w14:textId="77777777" w:rsidR="006B1AD9" w:rsidRPr="00913C5C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913C5C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53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3E71A43B" w14:textId="77777777" w:rsidR="006B1AD9" w:rsidRPr="00913C5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8B64ABE" w14:textId="77777777" w:rsidR="006B1AD9" w:rsidRPr="00913C5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45E36A8" w14:textId="77777777" w:rsidR="006B1AD9" w:rsidRPr="00913C5C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4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5D63D0DA" w14:textId="77777777" w:rsidR="006B1AD9" w:rsidRPr="00913C5C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2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595024EB" w14:textId="77777777" w:rsidR="006B1AD9" w:rsidRPr="00913C5C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913C5C" w14:paraId="091BB937" w14:textId="77777777" w:rsidTr="00E528C5">
        <w:tc>
          <w:tcPr>
            <w:tcW w:w="2410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64366C3" w14:textId="77777777" w:rsidR="00314153" w:rsidRPr="00913C5C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913C5C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3119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22CA17D7" w14:textId="77777777" w:rsidR="00314153" w:rsidRPr="00913C5C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283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3E015425" w14:textId="77777777" w:rsidR="00314153" w:rsidRPr="00913C5C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405DC64" w14:textId="77777777" w:rsidR="00314153" w:rsidRPr="00913C5C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913C5C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7938" w:type="dxa"/>
            <w:gridSpan w:val="3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7FE4D712" w14:textId="77777777" w:rsidR="00314153" w:rsidRPr="00913C5C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E644FA" w:rsidRPr="00913C5C" w14:paraId="5ECF314F" w14:textId="77777777" w:rsidTr="00E528C5">
        <w:tc>
          <w:tcPr>
            <w:tcW w:w="2410" w:type="dxa"/>
            <w:shd w:val="clear" w:color="auto" w:fill="auto"/>
            <w:vAlign w:val="center"/>
          </w:tcPr>
          <w:p w14:paraId="079D2736" w14:textId="77777777" w:rsidR="00892231" w:rsidRPr="00913C5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32F5E6E2" w14:textId="77777777" w:rsidR="00892231" w:rsidRPr="00913C5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1EA742A5" w14:textId="77777777" w:rsidR="00892231" w:rsidRPr="00913C5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1B485EB" w14:textId="77777777" w:rsidR="00892231" w:rsidRPr="00913C5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8230E8" w14:textId="77777777" w:rsidR="00892231" w:rsidRPr="00913C5C" w:rsidRDefault="00892231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E9B1862" w14:textId="77777777" w:rsidR="00892231" w:rsidRPr="00913C5C" w:rsidRDefault="00892231" w:rsidP="009646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F035B38" w14:textId="77777777" w:rsidR="00892231" w:rsidRPr="00913C5C" w:rsidRDefault="00892231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913C5C" w14:paraId="2B5EEA17" w14:textId="77777777" w:rsidTr="00E60E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385DB" w14:textId="77777777" w:rsidR="009847DF" w:rsidRPr="00913C5C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913C5C">
              <w:rPr>
                <w:rFonts w:ascii="Arial" w:hAnsi="Arial" w:cs="Arial"/>
                <w:i/>
                <w:sz w:val="18"/>
                <w:szCs w:val="18"/>
              </w:rPr>
              <w:t>Geometry</w:t>
            </w:r>
            <w:proofErr w:type="spellEnd"/>
          </w:p>
        </w:tc>
        <w:tc>
          <w:tcPr>
            <w:tcW w:w="12758" w:type="dxa"/>
            <w:gridSpan w:val="7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2FA74" w14:textId="77777777" w:rsidR="009847DF" w:rsidRPr="00913C5C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GEOMETRY"/>
            <w:bookmarkEnd w:id="2"/>
          </w:p>
        </w:tc>
      </w:tr>
      <w:tr w:rsidR="00ED4EC9" w:rsidRPr="00913C5C" w14:paraId="25A36C2E" w14:textId="77777777" w:rsidTr="00E52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745CD" w14:textId="77777777" w:rsidR="00ED4EC9" w:rsidRPr="00913C5C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913C5C">
              <w:rPr>
                <w:rFonts w:ascii="Arial" w:hAnsi="Arial" w:cs="Arial"/>
                <w:i/>
                <w:sz w:val="18"/>
                <w:szCs w:val="18"/>
              </w:rPr>
              <w:t xml:space="preserve">Fin </w:t>
            </w:r>
            <w:proofErr w:type="spellStart"/>
            <w:r w:rsidRPr="00913C5C">
              <w:rPr>
                <w:rFonts w:ascii="Arial" w:hAnsi="Arial" w:cs="Arial"/>
                <w:i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B453" w14:textId="77777777" w:rsidR="00ED4EC9" w:rsidRPr="00913C5C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FINTYPE"/>
            <w:bookmarkEnd w:id="3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B8888" w14:textId="77777777" w:rsidR="00ED4EC9" w:rsidRPr="00913C5C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17B9C" w14:textId="77777777" w:rsidR="00ED4EC9" w:rsidRPr="00913C5C" w:rsidRDefault="00ED4EC9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FDDF8" w14:textId="77777777" w:rsidR="00ED4EC9" w:rsidRPr="00913C5C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SPACING_AND_THICKNESS"/>
            <w:bookmarkEnd w:id="4"/>
          </w:p>
        </w:tc>
      </w:tr>
      <w:tr w:rsidR="00ED4EC9" w:rsidRPr="00913C5C" w14:paraId="703FBBFE" w14:textId="77777777" w:rsidTr="00E52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9E892" w14:textId="77777777" w:rsidR="00ED4EC9" w:rsidRPr="00913C5C" w:rsidRDefault="00913C5C" w:rsidP="00913C5C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913C5C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Finned </w:t>
            </w:r>
            <w:proofErr w:type="spellStart"/>
            <w:r w:rsidRPr="00913C5C">
              <w:rPr>
                <w:rFonts w:ascii="Arial" w:hAnsi="Arial" w:cs="Arial"/>
                <w:i/>
                <w:sz w:val="18"/>
                <w:szCs w:val="18"/>
                <w:lang w:val="en-US"/>
              </w:rPr>
              <w:t>HxL</w:t>
            </w:r>
            <w:proofErr w:type="spellEnd"/>
            <w:r w:rsidRPr="00913C5C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(mm)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BE3EF" w14:textId="77777777" w:rsidR="00ED4EC9" w:rsidRPr="00913C5C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5" w:name="HxL"/>
            <w:bookmarkEnd w:id="5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418D3" w14:textId="77777777" w:rsidR="00ED4EC9" w:rsidRPr="00913C5C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917B0" w14:textId="77777777" w:rsidR="00ED4EC9" w:rsidRPr="00913C5C" w:rsidRDefault="00ED4EC9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EAE41" w14:textId="77777777" w:rsidR="00ED4EC9" w:rsidRPr="00913C5C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3C5C" w:rsidRPr="00913C5C" w14:paraId="26FE4BF5" w14:textId="77777777" w:rsidTr="00E52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BEAF2" w14:textId="77777777" w:rsidR="00913C5C" w:rsidRPr="00913C5C" w:rsidRDefault="00913C5C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Altitude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o.s.l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 (m)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12081" w14:textId="77777777" w:rsidR="00913C5C" w:rsidRPr="00913C5C" w:rsidRDefault="00913C5C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SLM"/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8BF7E" w14:textId="77777777" w:rsidR="00913C5C" w:rsidRPr="00913C5C" w:rsidRDefault="00913C5C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71B51" w14:textId="77777777" w:rsidR="00913C5C" w:rsidRPr="00913C5C" w:rsidRDefault="00277594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FC465" w14:textId="77777777" w:rsidR="00913C5C" w:rsidRPr="00913C5C" w:rsidRDefault="00913C5C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7" w:name="REFRIGERANT"/>
            <w:bookmarkEnd w:id="7"/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044"/>
        <w:gridCol w:w="944"/>
        <w:gridCol w:w="944"/>
        <w:gridCol w:w="944"/>
        <w:gridCol w:w="944"/>
        <w:gridCol w:w="944"/>
        <w:gridCol w:w="948"/>
        <w:gridCol w:w="944"/>
        <w:gridCol w:w="944"/>
        <w:gridCol w:w="944"/>
        <w:gridCol w:w="948"/>
        <w:gridCol w:w="948"/>
        <w:gridCol w:w="948"/>
        <w:gridCol w:w="948"/>
        <w:gridCol w:w="948"/>
      </w:tblGrid>
      <w:tr w:rsidR="00594A2C" w:rsidRPr="0082485D" w14:paraId="709904C9" w14:textId="77777777" w:rsidTr="007C2A9E">
        <w:trPr>
          <w:trHeight w:val="223"/>
          <w:jc w:val="right"/>
        </w:trPr>
        <w:tc>
          <w:tcPr>
            <w:tcW w:w="281" w:type="pct"/>
            <w:tcBorders>
              <w:top w:val="dotted" w:sz="4" w:space="0" w:color="auto"/>
            </w:tcBorders>
          </w:tcPr>
          <w:p w14:paraId="04B4B3C0" w14:textId="77777777" w:rsidR="00594A2C" w:rsidRPr="0082485D" w:rsidRDefault="00594A2C" w:rsidP="007C2A9E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</w:t>
            </w:r>
          </w:p>
        </w:tc>
        <w:tc>
          <w:tcPr>
            <w:tcW w:w="345" w:type="pct"/>
            <w:tcBorders>
              <w:top w:val="dotted" w:sz="4" w:space="0" w:color="auto"/>
            </w:tcBorders>
          </w:tcPr>
          <w:p w14:paraId="236073A4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FS(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th</w:t>
            </w:r>
            <w:proofErr w:type="spellEnd"/>
            <w:r>
              <w:rPr>
                <w:rFonts w:ascii="Arial" w:hAnsi="Arial" w:cs="Arial"/>
                <w:b/>
                <w:sz w:val="18"/>
              </w:rPr>
              <w:t>.)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46411878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</w:rPr>
              <w:t>Circ</w:t>
            </w:r>
            <w:proofErr w:type="spellEnd"/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4A548EC8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28F66AAC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1066FE10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5A2D5A6B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18F293F7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2D231D15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371F8ADE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C</w:t>
            </w:r>
          </w:p>
        </w:tc>
        <w:tc>
          <w:tcPr>
            <w:tcW w:w="312" w:type="pct"/>
            <w:tcBorders>
              <w:top w:val="dotted" w:sz="4" w:space="0" w:color="auto"/>
            </w:tcBorders>
          </w:tcPr>
          <w:p w14:paraId="501F3120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B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57AC8798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E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10DAAC70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3015EC7A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REF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541DC91B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313" w:type="pct"/>
            <w:tcBorders>
              <w:top w:val="dotted" w:sz="4" w:space="0" w:color="auto"/>
            </w:tcBorders>
          </w:tcPr>
          <w:p w14:paraId="15B8E0E9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</w:t>
            </w:r>
            <w:r>
              <w:rPr>
                <w:rFonts w:ascii="Arial" w:hAnsi="Arial" w:cs="Arial"/>
                <w:b/>
                <w:sz w:val="18"/>
              </w:rPr>
              <w:t>T</w:t>
            </w:r>
            <w:r w:rsidRPr="008A6088"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</w:tr>
      <w:tr w:rsidR="00594A2C" w:rsidRPr="0082485D" w14:paraId="42DA92D2" w14:textId="77777777" w:rsidTr="007C2A9E">
        <w:trPr>
          <w:trHeight w:val="224"/>
          <w:jc w:val="right"/>
        </w:trPr>
        <w:tc>
          <w:tcPr>
            <w:tcW w:w="281" w:type="pct"/>
            <w:tcBorders>
              <w:bottom w:val="dotted" w:sz="4" w:space="0" w:color="auto"/>
            </w:tcBorders>
          </w:tcPr>
          <w:p w14:paraId="3959916D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45" w:type="pct"/>
            <w:tcBorders>
              <w:bottom w:val="dotted" w:sz="4" w:space="0" w:color="auto"/>
            </w:tcBorders>
          </w:tcPr>
          <w:p w14:paraId="3C2CC68F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mm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1CCA2C20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#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130B88BE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3C898E95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042FAE64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 w:rsidRPr="0082485D">
              <w:rPr>
                <w:rFonts w:ascii="Arial" w:hAnsi="Arial" w:cs="Arial"/>
                <w:b/>
                <w:sz w:val="18"/>
              </w:rPr>
              <w:t>Pa</w:t>
            </w:r>
            <w:proofErr w:type="spellEnd"/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3441F803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61D46214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2BC3950C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0939C9E6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2" w:type="pct"/>
            <w:tcBorders>
              <w:bottom w:val="dotted" w:sz="4" w:space="0" w:color="auto"/>
            </w:tcBorders>
          </w:tcPr>
          <w:p w14:paraId="09033C8C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5C367EFB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31B23EE6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1E23BD9F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kg/h</w:t>
            </w:r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5C2E3BDA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 w:rsidRPr="0082485D">
              <w:rPr>
                <w:rFonts w:ascii="Arial" w:hAnsi="Arial" w:cs="Arial"/>
                <w:b/>
                <w:sz w:val="18"/>
              </w:rPr>
              <w:t>kPa</w:t>
            </w:r>
            <w:proofErr w:type="spellEnd"/>
          </w:p>
        </w:tc>
        <w:tc>
          <w:tcPr>
            <w:tcW w:w="313" w:type="pct"/>
            <w:tcBorders>
              <w:bottom w:val="dotted" w:sz="4" w:space="0" w:color="auto"/>
            </w:tcBorders>
          </w:tcPr>
          <w:p w14:paraId="74BAF1C9" w14:textId="77777777" w:rsidR="00594A2C" w:rsidRPr="0082485D" w:rsidRDefault="00594A2C" w:rsidP="00594A2C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</w:tr>
    </w:tbl>
    <w:p w14:paraId="563F6438" w14:textId="77777777" w:rsidR="00B22B88" w:rsidRPr="00EB2FBE" w:rsidRDefault="00B22B88" w:rsidP="00AB357C">
      <w:pPr>
        <w:tabs>
          <w:tab w:val="right" w:pos="709"/>
          <w:tab w:val="right" w:pos="1758"/>
          <w:tab w:val="right" w:pos="2694"/>
          <w:tab w:val="right" w:pos="3629"/>
          <w:tab w:val="right" w:pos="4593"/>
          <w:tab w:val="right" w:pos="5472"/>
          <w:tab w:val="right" w:pos="6407"/>
          <w:tab w:val="right" w:pos="7371"/>
          <w:tab w:val="right" w:pos="8278"/>
          <w:tab w:val="right" w:pos="9214"/>
          <w:tab w:val="right" w:pos="10149"/>
          <w:tab w:val="right" w:pos="11057"/>
          <w:tab w:val="right" w:pos="12020"/>
          <w:tab w:val="right" w:pos="12928"/>
          <w:tab w:val="right" w:pos="13892"/>
          <w:tab w:val="right" w:pos="14827"/>
        </w:tabs>
        <w:spacing w:after="0"/>
        <w:rPr>
          <w:rFonts w:ascii="Arial" w:hAnsi="Arial" w:cs="Arial"/>
          <w:sz w:val="16"/>
        </w:rPr>
      </w:pPr>
      <w:bookmarkStart w:id="8" w:name="DATA"/>
      <w:bookmarkEnd w:id="8"/>
    </w:p>
    <w:sectPr w:rsidR="00B22B88" w:rsidRPr="00EB2FBE" w:rsidSect="00594A2C">
      <w:footerReference w:type="default" r:id="rId7"/>
      <w:pgSz w:w="16838" w:h="11906" w:orient="landscape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FFC12" w14:textId="77777777" w:rsidR="00B73244" w:rsidRDefault="00B73244" w:rsidP="00F430EA">
      <w:pPr>
        <w:spacing w:after="0" w:line="240" w:lineRule="auto"/>
      </w:pPr>
      <w:r>
        <w:separator/>
      </w:r>
    </w:p>
  </w:endnote>
  <w:endnote w:type="continuationSeparator" w:id="0">
    <w:p w14:paraId="4C3465D9" w14:textId="77777777" w:rsidR="00B73244" w:rsidRDefault="00B73244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C7567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528C5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E528C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C6EBD" w14:textId="77777777" w:rsidR="00B73244" w:rsidRDefault="00B73244" w:rsidP="00F430EA">
      <w:pPr>
        <w:spacing w:after="0" w:line="240" w:lineRule="auto"/>
      </w:pPr>
      <w:r>
        <w:separator/>
      </w:r>
    </w:p>
  </w:footnote>
  <w:footnote w:type="continuationSeparator" w:id="0">
    <w:p w14:paraId="59B669A2" w14:textId="77777777" w:rsidR="00B73244" w:rsidRDefault="00B73244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72F1"/>
    <w:rsid w:val="00052689"/>
    <w:rsid w:val="00074307"/>
    <w:rsid w:val="00076E13"/>
    <w:rsid w:val="00081FD5"/>
    <w:rsid w:val="00082596"/>
    <w:rsid w:val="00084FC0"/>
    <w:rsid w:val="000C1975"/>
    <w:rsid w:val="000C3445"/>
    <w:rsid w:val="000D633D"/>
    <w:rsid w:val="000E3506"/>
    <w:rsid w:val="000E41DC"/>
    <w:rsid w:val="000E75EB"/>
    <w:rsid w:val="000F303D"/>
    <w:rsid w:val="00113EE1"/>
    <w:rsid w:val="00117142"/>
    <w:rsid w:val="00145042"/>
    <w:rsid w:val="001531FC"/>
    <w:rsid w:val="001941C5"/>
    <w:rsid w:val="001A2DE6"/>
    <w:rsid w:val="001A61EC"/>
    <w:rsid w:val="001B130B"/>
    <w:rsid w:val="001F1C7B"/>
    <w:rsid w:val="001F5285"/>
    <w:rsid w:val="00222F0D"/>
    <w:rsid w:val="0025035F"/>
    <w:rsid w:val="002535FB"/>
    <w:rsid w:val="00262DC1"/>
    <w:rsid w:val="00277594"/>
    <w:rsid w:val="00281FAC"/>
    <w:rsid w:val="002A0933"/>
    <w:rsid w:val="002F2C78"/>
    <w:rsid w:val="003032CE"/>
    <w:rsid w:val="00303D52"/>
    <w:rsid w:val="00314153"/>
    <w:rsid w:val="00332C64"/>
    <w:rsid w:val="00333858"/>
    <w:rsid w:val="00334A4C"/>
    <w:rsid w:val="003418A8"/>
    <w:rsid w:val="00361411"/>
    <w:rsid w:val="003840F8"/>
    <w:rsid w:val="0038632D"/>
    <w:rsid w:val="003B6292"/>
    <w:rsid w:val="003E15EA"/>
    <w:rsid w:val="003E2E12"/>
    <w:rsid w:val="00414A46"/>
    <w:rsid w:val="00426C17"/>
    <w:rsid w:val="004304C4"/>
    <w:rsid w:val="00441A23"/>
    <w:rsid w:val="0047415A"/>
    <w:rsid w:val="00476A49"/>
    <w:rsid w:val="004842AB"/>
    <w:rsid w:val="004878EB"/>
    <w:rsid w:val="00496F75"/>
    <w:rsid w:val="004C2C2E"/>
    <w:rsid w:val="004C7FC9"/>
    <w:rsid w:val="004D4977"/>
    <w:rsid w:val="004D7E0C"/>
    <w:rsid w:val="004E2FD6"/>
    <w:rsid w:val="00514947"/>
    <w:rsid w:val="00516AC6"/>
    <w:rsid w:val="005241B5"/>
    <w:rsid w:val="00531AC7"/>
    <w:rsid w:val="00545D8C"/>
    <w:rsid w:val="00550988"/>
    <w:rsid w:val="0055213A"/>
    <w:rsid w:val="00574798"/>
    <w:rsid w:val="005872FA"/>
    <w:rsid w:val="00594A2C"/>
    <w:rsid w:val="005C105A"/>
    <w:rsid w:val="005D3679"/>
    <w:rsid w:val="005D6B30"/>
    <w:rsid w:val="005E0C9B"/>
    <w:rsid w:val="00601220"/>
    <w:rsid w:val="006035E5"/>
    <w:rsid w:val="006056C2"/>
    <w:rsid w:val="00607A31"/>
    <w:rsid w:val="00616D5D"/>
    <w:rsid w:val="00620D56"/>
    <w:rsid w:val="0062112B"/>
    <w:rsid w:val="006276D1"/>
    <w:rsid w:val="00632758"/>
    <w:rsid w:val="0066645B"/>
    <w:rsid w:val="00666543"/>
    <w:rsid w:val="006846FD"/>
    <w:rsid w:val="006B10E4"/>
    <w:rsid w:val="006B1AD9"/>
    <w:rsid w:val="006B752D"/>
    <w:rsid w:val="006F5582"/>
    <w:rsid w:val="0072180F"/>
    <w:rsid w:val="00722826"/>
    <w:rsid w:val="00756C01"/>
    <w:rsid w:val="00770E66"/>
    <w:rsid w:val="00775B1E"/>
    <w:rsid w:val="00776CA9"/>
    <w:rsid w:val="007B0CA9"/>
    <w:rsid w:val="007B2EEA"/>
    <w:rsid w:val="007B7FB6"/>
    <w:rsid w:val="007C2A9E"/>
    <w:rsid w:val="007E02D0"/>
    <w:rsid w:val="00815976"/>
    <w:rsid w:val="0082485D"/>
    <w:rsid w:val="00824959"/>
    <w:rsid w:val="0082743C"/>
    <w:rsid w:val="008542CD"/>
    <w:rsid w:val="00892231"/>
    <w:rsid w:val="008A6088"/>
    <w:rsid w:val="008C50E7"/>
    <w:rsid w:val="008F4DA5"/>
    <w:rsid w:val="00913C5C"/>
    <w:rsid w:val="00920967"/>
    <w:rsid w:val="009513FF"/>
    <w:rsid w:val="00960F92"/>
    <w:rsid w:val="00961B3A"/>
    <w:rsid w:val="009646A6"/>
    <w:rsid w:val="009731C2"/>
    <w:rsid w:val="009815AD"/>
    <w:rsid w:val="009847DF"/>
    <w:rsid w:val="00992248"/>
    <w:rsid w:val="009B3303"/>
    <w:rsid w:val="009D4279"/>
    <w:rsid w:val="009D5743"/>
    <w:rsid w:val="009D65C9"/>
    <w:rsid w:val="009E2834"/>
    <w:rsid w:val="00A00F0D"/>
    <w:rsid w:val="00A0148E"/>
    <w:rsid w:val="00A107B9"/>
    <w:rsid w:val="00A57441"/>
    <w:rsid w:val="00A659DF"/>
    <w:rsid w:val="00AB357C"/>
    <w:rsid w:val="00AB3A97"/>
    <w:rsid w:val="00AD3A52"/>
    <w:rsid w:val="00AF39A9"/>
    <w:rsid w:val="00B00A1E"/>
    <w:rsid w:val="00B12A7F"/>
    <w:rsid w:val="00B22B88"/>
    <w:rsid w:val="00B6162B"/>
    <w:rsid w:val="00B64D63"/>
    <w:rsid w:val="00B65F8A"/>
    <w:rsid w:val="00B73244"/>
    <w:rsid w:val="00B84824"/>
    <w:rsid w:val="00B96C77"/>
    <w:rsid w:val="00B96F1C"/>
    <w:rsid w:val="00BB009A"/>
    <w:rsid w:val="00BB6B78"/>
    <w:rsid w:val="00BB78A6"/>
    <w:rsid w:val="00BC49DE"/>
    <w:rsid w:val="00BD16B7"/>
    <w:rsid w:val="00BE1690"/>
    <w:rsid w:val="00BF175F"/>
    <w:rsid w:val="00BF5D29"/>
    <w:rsid w:val="00C00606"/>
    <w:rsid w:val="00C073D9"/>
    <w:rsid w:val="00C15B3E"/>
    <w:rsid w:val="00C16389"/>
    <w:rsid w:val="00C16D0B"/>
    <w:rsid w:val="00C40EBD"/>
    <w:rsid w:val="00C425D9"/>
    <w:rsid w:val="00C513D6"/>
    <w:rsid w:val="00C6703F"/>
    <w:rsid w:val="00C8483F"/>
    <w:rsid w:val="00C86460"/>
    <w:rsid w:val="00C86598"/>
    <w:rsid w:val="00CB4E11"/>
    <w:rsid w:val="00CC0CED"/>
    <w:rsid w:val="00CC1C5F"/>
    <w:rsid w:val="00CE259F"/>
    <w:rsid w:val="00CF2935"/>
    <w:rsid w:val="00CF5C6D"/>
    <w:rsid w:val="00D0549C"/>
    <w:rsid w:val="00D068BF"/>
    <w:rsid w:val="00D15F00"/>
    <w:rsid w:val="00D275CE"/>
    <w:rsid w:val="00D30F66"/>
    <w:rsid w:val="00D56211"/>
    <w:rsid w:val="00D6315A"/>
    <w:rsid w:val="00DA2099"/>
    <w:rsid w:val="00DA72BD"/>
    <w:rsid w:val="00DB6CFE"/>
    <w:rsid w:val="00DB7063"/>
    <w:rsid w:val="00DC11B4"/>
    <w:rsid w:val="00DD4059"/>
    <w:rsid w:val="00DE4A34"/>
    <w:rsid w:val="00DE57DA"/>
    <w:rsid w:val="00DF6C47"/>
    <w:rsid w:val="00E06D98"/>
    <w:rsid w:val="00E35775"/>
    <w:rsid w:val="00E528C5"/>
    <w:rsid w:val="00E54137"/>
    <w:rsid w:val="00E60E4B"/>
    <w:rsid w:val="00E61C3F"/>
    <w:rsid w:val="00E644FA"/>
    <w:rsid w:val="00E73D88"/>
    <w:rsid w:val="00E971DC"/>
    <w:rsid w:val="00EA090B"/>
    <w:rsid w:val="00EA0E88"/>
    <w:rsid w:val="00EB2FBE"/>
    <w:rsid w:val="00ED12A2"/>
    <w:rsid w:val="00ED4EC9"/>
    <w:rsid w:val="00EE08EA"/>
    <w:rsid w:val="00EF7D3B"/>
    <w:rsid w:val="00F0210C"/>
    <w:rsid w:val="00F07D68"/>
    <w:rsid w:val="00F20B65"/>
    <w:rsid w:val="00F2183F"/>
    <w:rsid w:val="00F233B7"/>
    <w:rsid w:val="00F255F8"/>
    <w:rsid w:val="00F30EDB"/>
    <w:rsid w:val="00F36144"/>
    <w:rsid w:val="00F430EA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42C235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2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29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F01D-F538-451E-BEC1-32C2E64E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150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65</cp:revision>
  <cp:lastPrinted>2019-06-20T11:01:00Z</cp:lastPrinted>
  <dcterms:created xsi:type="dcterms:W3CDTF">2019-03-30T09:33:00Z</dcterms:created>
  <dcterms:modified xsi:type="dcterms:W3CDTF">2021-12-27T09:59:00Z</dcterms:modified>
</cp:coreProperties>
</file>